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23C79">
        <w:rPr>
          <w:rFonts w:ascii="Corbel" w:hAnsi="Corbel"/>
          <w:i/>
          <w:smallCaps/>
          <w:sz w:val="24"/>
          <w:szCs w:val="24"/>
        </w:rPr>
        <w:t>202</w:t>
      </w:r>
      <w:r w:rsidR="00CE0A95">
        <w:rPr>
          <w:rFonts w:ascii="Corbel" w:hAnsi="Corbel"/>
          <w:i/>
          <w:smallCaps/>
          <w:sz w:val="24"/>
          <w:szCs w:val="24"/>
        </w:rPr>
        <w:t>1-</w:t>
      </w:r>
      <w:r w:rsidR="00761526">
        <w:rPr>
          <w:rFonts w:ascii="Corbel" w:hAnsi="Corbel"/>
          <w:i/>
          <w:smallCaps/>
          <w:sz w:val="24"/>
          <w:szCs w:val="24"/>
        </w:rPr>
        <w:t>202</w:t>
      </w:r>
      <w:r w:rsidR="00CE0A95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123C79">
        <w:rPr>
          <w:rFonts w:ascii="Corbel" w:hAnsi="Corbel"/>
          <w:sz w:val="20"/>
          <w:szCs w:val="20"/>
        </w:rPr>
        <w:t>202</w:t>
      </w:r>
      <w:r w:rsidR="00CE0A95">
        <w:rPr>
          <w:rFonts w:ascii="Corbel" w:hAnsi="Corbel"/>
          <w:sz w:val="20"/>
          <w:szCs w:val="20"/>
        </w:rPr>
        <w:t>1</w:t>
      </w:r>
      <w:r w:rsidR="000E184B">
        <w:rPr>
          <w:rFonts w:ascii="Corbel" w:hAnsi="Corbel"/>
          <w:sz w:val="20"/>
          <w:szCs w:val="20"/>
        </w:rPr>
        <w:t>/202</w:t>
      </w:r>
      <w:r w:rsidR="00CE0A95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7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oddziaływań profilaktycznych i resocjalizujących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D3E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D3E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D376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67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B159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AD3E54" w:rsidRDefault="00AD3E5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6711A" w:rsidP="0046341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podstawowych wiadomości z zakresu funkcjonowania środowisk opiekuńczo-wychowawczych. 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resocjalizacyjnej.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463414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uwarunkowaniami profilaktyki i resocjalizacji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aspołecznych.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63414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15975">
              <w:rPr>
                <w:rFonts w:ascii="Corbel" w:hAnsi="Corbel"/>
                <w:b w:val="0"/>
                <w:sz w:val="24"/>
                <w:szCs w:val="24"/>
              </w:rPr>
              <w:t xml:space="preserve">rodzajami programów profilaktycznych i resocjalizacyjnych.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B1597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Wdrożenie do projektowania adekwatnych i skutecznych programów profilaktycznych i resocjalizacyjnych w oparciu o diagnozę pedagogiczną.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B1597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niezbędna do przeprowadzania ewaluacji programów profilaktycznych i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10244D" w:rsidP="0010244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10244D">
              <w:rPr>
                <w:rFonts w:ascii="Corbel" w:hAnsi="Corbel"/>
                <w:b w:val="0"/>
                <w:smallCaps w:val="0"/>
                <w:szCs w:val="24"/>
              </w:rPr>
              <w:t xml:space="preserve">Student zdefiniuje pojęcia z zakresu profilaktyki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Pr="0010244D">
              <w:rPr>
                <w:rFonts w:ascii="Corbel" w:hAnsi="Corbel"/>
                <w:b w:val="0"/>
                <w:smallCaps w:val="0"/>
                <w:szCs w:val="24"/>
              </w:rPr>
              <w:t>: profilaktyka,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 resocjalizacja, program oddziaływań resocjalizacyjnych. 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i opisze kryteria doboru oddziaływań profilaktycznych i resocjalizacyjnych jako podstawową zasadę projektowania i prowadzenia odziaływań w tym zakresie.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wybrane rodzaje zaburzeń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ryzykowanych dotyczące poszczególnych grup społecznych.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</w:tc>
      </w:tr>
      <w:tr w:rsidR="00A166CD" w:rsidRPr="009C54AE" w:rsidTr="0010244D">
        <w:trPr>
          <w:trHeight w:val="375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rolę i zadania instytucji prowadzących działania resocjalizacyjne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i profilaktyczne.</w:t>
            </w:r>
          </w:p>
        </w:tc>
        <w:tc>
          <w:tcPr>
            <w:tcW w:w="1873" w:type="dxa"/>
          </w:tcPr>
          <w:p w:rsidR="00A166CD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vademecum skutecznego programu profilaktycznego lub resocjalizacyjnego w odniesieniu do najważniejszych zasad projektowania oddziaływań pedagogicznych.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K_U02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B07B33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zanalizuje zagadnienia z zakresu metodologii prowadzenia działań profilaktycznych i resocjalizacyjnych i uwzględni je w projektowanych działaniach.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K_U04</w:t>
            </w: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B15975" w:rsidRDefault="00B07B33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zasady i normy etyczne obowiązujące w działalności profilaktycznej i resocjalizacyjnej.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B15975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15975" w:rsidRDefault="00B07B33" w:rsidP="00B07B3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oceni sens i potrzebę realizowania działań profilaktycznych i resocjalizacyjnych w poszczególnych strukturach społecznych.</w:t>
            </w:r>
          </w:p>
        </w:tc>
        <w:tc>
          <w:tcPr>
            <w:tcW w:w="1873" w:type="dxa"/>
          </w:tcPr>
          <w:p w:rsidR="00B07B33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K_K02</w:t>
            </w:r>
            <w:r w:rsidR="00B07B33">
              <w:rPr>
                <w:rFonts w:ascii="Corbel" w:hAnsi="Corbel"/>
                <w:sz w:val="24"/>
              </w:rPr>
              <w:t xml:space="preserve"> </w:t>
            </w:r>
          </w:p>
          <w:p w:rsidR="00B15975" w:rsidRDefault="00B07B3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przedmiotu- terminologia, cele, zadania działań profilaktycznych i resocjalizacyjnych. 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Przyczyny i znaczenie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ryzykowanych dzieci i młodzieży.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Przyczyny zjawisk patologicznych wśród dorosłych.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oddziaływań profilaktycznych i resocjalizacyjnych.</w:t>
            </w:r>
          </w:p>
        </w:tc>
      </w:tr>
      <w:tr w:rsidR="0010244D" w:rsidRPr="009C54AE" w:rsidTr="00923D7D">
        <w:tc>
          <w:tcPr>
            <w:tcW w:w="9639" w:type="dxa"/>
          </w:tcPr>
          <w:p w:rsidR="0010244D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oddziaływań profilaktycznych i resocjalizacyjnych.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</w:t>
            </w:r>
            <w:r w:rsidR="00B15975">
              <w:rPr>
                <w:rFonts w:ascii="Corbel" w:hAnsi="Corbel"/>
                <w:sz w:val="24"/>
                <w:szCs w:val="24"/>
              </w:rPr>
              <w:t xml:space="preserve"> programów profilaktycznych</w:t>
            </w:r>
            <w:r>
              <w:rPr>
                <w:rFonts w:ascii="Corbel" w:hAnsi="Corbel"/>
                <w:sz w:val="24"/>
                <w:szCs w:val="24"/>
              </w:rPr>
              <w:t xml:space="preserve"> i resocjalizacyjnych (schemat ewaluacji, organizowanie i zbieranie danych, analiza danych).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programów profilaktycznych i resocjalizacyjnych (analiza mocnych i słabych stron).</w:t>
            </w:r>
          </w:p>
        </w:tc>
      </w:tr>
      <w:tr w:rsidR="0010244D" w:rsidRPr="009C54AE" w:rsidTr="00923D7D">
        <w:tc>
          <w:tcPr>
            <w:tcW w:w="9639" w:type="dxa"/>
          </w:tcPr>
          <w:p w:rsidR="0010244D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vademecum skutecznego programu profilaktycznego lub resocjalizacyjnego.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tywna ocena z przygotowanej pracy projektowej.</w:t>
            </w:r>
          </w:p>
          <w:p w:rsidR="00B07B33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w czasie zajęć.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07B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630646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B07B33">
              <w:rPr>
                <w:rFonts w:ascii="Corbel" w:hAnsi="Corbel"/>
                <w:sz w:val="24"/>
                <w:szCs w:val="24"/>
              </w:rPr>
              <w:t>przygotowanie do zajęć, przygotowanie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3064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30646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07B33" w:rsidRDefault="00B07B33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="003270E9"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Kałdon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Uwarunkowania, profilaktyka i resocjalizacja aspołecznych </w:t>
            </w:r>
            <w:proofErr w:type="spellStart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zachowań</w:t>
            </w:r>
            <w:proofErr w:type="spellEnd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Hawkins J.D.,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Naderhood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programów profilaktycznych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Olsztyn 1994. 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Teoretyczno-metodyczne aspekty korekcji </w:t>
            </w:r>
            <w:proofErr w:type="spellStart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zachowań</w:t>
            </w:r>
            <w:proofErr w:type="spellEnd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Zielona Góra 2004. </w:t>
            </w:r>
          </w:p>
          <w:p w:rsidR="00B07B33" w:rsidRPr="009C54AE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Niszczyk-Beransiewicz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Dobre praktyki </w:t>
            </w:r>
            <w:proofErr w:type="spellStart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resocjlizacyjne</w:t>
            </w:r>
            <w:proofErr w:type="spellEnd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zakładach poprawczych i schroniskach dla nieletnich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2018.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132372" w:rsidRP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791" w:rsidRDefault="00901791" w:rsidP="00C16ABF">
      <w:pPr>
        <w:spacing w:after="0" w:line="240" w:lineRule="auto"/>
      </w:pPr>
      <w:r>
        <w:separator/>
      </w:r>
    </w:p>
  </w:endnote>
  <w:endnote w:type="continuationSeparator" w:id="0">
    <w:p w:rsidR="00901791" w:rsidRDefault="009017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791" w:rsidRDefault="00901791" w:rsidP="00C16ABF">
      <w:pPr>
        <w:spacing w:after="0" w:line="240" w:lineRule="auto"/>
      </w:pPr>
      <w:r>
        <w:separator/>
      </w:r>
    </w:p>
  </w:footnote>
  <w:footnote w:type="continuationSeparator" w:id="0">
    <w:p w:rsidR="00901791" w:rsidRDefault="0090179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244D"/>
    <w:rsid w:val="00123C79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0E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598D"/>
    <w:rsid w:val="004840FD"/>
    <w:rsid w:val="00484930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084B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6C1"/>
    <w:rsid w:val="00627FC9"/>
    <w:rsid w:val="00630646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17B0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791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263FA"/>
    <w:rsid w:val="00A30110"/>
    <w:rsid w:val="00A36899"/>
    <w:rsid w:val="00A371F6"/>
    <w:rsid w:val="00A43BF6"/>
    <w:rsid w:val="00A53FA5"/>
    <w:rsid w:val="00A54817"/>
    <w:rsid w:val="00A601C8"/>
    <w:rsid w:val="00A60799"/>
    <w:rsid w:val="00A6711A"/>
    <w:rsid w:val="00A84C85"/>
    <w:rsid w:val="00A86535"/>
    <w:rsid w:val="00A97DE1"/>
    <w:rsid w:val="00AB053C"/>
    <w:rsid w:val="00AD1146"/>
    <w:rsid w:val="00AD27D3"/>
    <w:rsid w:val="00AD3E54"/>
    <w:rsid w:val="00AD66D6"/>
    <w:rsid w:val="00AE1160"/>
    <w:rsid w:val="00AE203C"/>
    <w:rsid w:val="00AE2E74"/>
    <w:rsid w:val="00AE5FCB"/>
    <w:rsid w:val="00AF2C1E"/>
    <w:rsid w:val="00B06142"/>
    <w:rsid w:val="00B07B33"/>
    <w:rsid w:val="00B135B1"/>
    <w:rsid w:val="00B159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07D"/>
    <w:rsid w:val="00C67E92"/>
    <w:rsid w:val="00C70A26"/>
    <w:rsid w:val="00C766DF"/>
    <w:rsid w:val="00C94B98"/>
    <w:rsid w:val="00CA2B96"/>
    <w:rsid w:val="00CA5089"/>
    <w:rsid w:val="00CB42CB"/>
    <w:rsid w:val="00CD6897"/>
    <w:rsid w:val="00CE0A95"/>
    <w:rsid w:val="00CE5BAC"/>
    <w:rsid w:val="00CF25BE"/>
    <w:rsid w:val="00CF2722"/>
    <w:rsid w:val="00CF78ED"/>
    <w:rsid w:val="00D02B25"/>
    <w:rsid w:val="00D02EBA"/>
    <w:rsid w:val="00D17C3C"/>
    <w:rsid w:val="00D2285D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01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76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376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5383F-7013-4197-9DD5-53FC639CB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2020-10-15T12:01:00Z</cp:lastPrinted>
  <dcterms:created xsi:type="dcterms:W3CDTF">2019-11-09T11:50:00Z</dcterms:created>
  <dcterms:modified xsi:type="dcterms:W3CDTF">2021-09-27T07:10:00Z</dcterms:modified>
</cp:coreProperties>
</file>